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75" w:rsidRPr="00383D85" w:rsidRDefault="00912075" w:rsidP="003F4111">
      <w:pPr>
        <w:tabs>
          <w:tab w:val="left" w:pos="4962"/>
        </w:tabs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843DA">
        <w:rPr>
          <w:rFonts w:ascii="Times New Roman" w:hAnsi="Times New Roman" w:cs="Times New Roman"/>
          <w:b/>
          <w:bCs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Нововаршавский копия" style="width:26.25pt;height:34.5pt;visibility:visible">
            <v:imagedata r:id="rId5" o:title=""/>
          </v:shape>
        </w:pict>
      </w:r>
    </w:p>
    <w:p w:rsidR="00912075" w:rsidRPr="00383D85" w:rsidRDefault="00912075" w:rsidP="00383D8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83D85">
        <w:rPr>
          <w:rFonts w:ascii="Times New Roman" w:hAnsi="Times New Roman" w:cs="Times New Roman"/>
          <w:b/>
          <w:bCs/>
          <w:sz w:val="32"/>
          <w:szCs w:val="32"/>
        </w:rPr>
        <w:t xml:space="preserve">СОВЕТ </w:t>
      </w:r>
    </w:p>
    <w:p w:rsidR="00912075" w:rsidRPr="00383D85" w:rsidRDefault="00912075" w:rsidP="000406D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83D85">
        <w:rPr>
          <w:rFonts w:ascii="Times New Roman" w:hAnsi="Times New Roman" w:cs="Times New Roman"/>
          <w:b/>
          <w:bCs/>
          <w:sz w:val="32"/>
          <w:szCs w:val="32"/>
        </w:rPr>
        <w:t>НОВОВАРШАВСКОГО РАЙОНА ОМСКОЙ ОБЛАСТИ</w:t>
      </w:r>
    </w:p>
    <w:p w:rsidR="00912075" w:rsidRPr="00383D85" w:rsidRDefault="00912075" w:rsidP="000406D3">
      <w:pPr>
        <w:pBdr>
          <w:top w:val="thinThickSmallGap" w:sz="24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  <w:r w:rsidRPr="00383D85">
        <w:rPr>
          <w:rFonts w:ascii="Times New Roman" w:hAnsi="Times New Roman" w:cs="Times New Roman"/>
          <w:sz w:val="28"/>
          <w:szCs w:val="28"/>
        </w:rPr>
        <w:t xml:space="preserve">ул. Красный Путь,1 </w:t>
      </w:r>
    </w:p>
    <w:p w:rsidR="00912075" w:rsidRPr="00383D85" w:rsidRDefault="00912075" w:rsidP="000406D3">
      <w:pPr>
        <w:pBdr>
          <w:top w:val="thinThickSmallGap" w:sz="24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  <w:r w:rsidRPr="00383D85">
        <w:rPr>
          <w:rFonts w:ascii="Times New Roman" w:hAnsi="Times New Roman" w:cs="Times New Roman"/>
          <w:sz w:val="28"/>
          <w:szCs w:val="28"/>
        </w:rPr>
        <w:t>р.п. Нововаршавка,</w:t>
      </w:r>
    </w:p>
    <w:p w:rsidR="00912075" w:rsidRPr="00383D85" w:rsidRDefault="00912075" w:rsidP="000406D3">
      <w:pPr>
        <w:pBdr>
          <w:top w:val="thinThickSmallGap" w:sz="24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  <w:r w:rsidRPr="00383D85">
        <w:rPr>
          <w:rFonts w:ascii="Times New Roman" w:hAnsi="Times New Roman" w:cs="Times New Roman"/>
          <w:sz w:val="28"/>
          <w:szCs w:val="28"/>
        </w:rPr>
        <w:t xml:space="preserve">Омская область, 646830 </w:t>
      </w:r>
    </w:p>
    <w:p w:rsidR="00912075" w:rsidRPr="00383D85" w:rsidRDefault="00912075" w:rsidP="000406D3">
      <w:pPr>
        <w:pBdr>
          <w:top w:val="thinThickSmallGap" w:sz="24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  <w:r w:rsidRPr="00383D85">
        <w:rPr>
          <w:rFonts w:ascii="Times New Roman" w:hAnsi="Times New Roman" w:cs="Times New Roman"/>
          <w:sz w:val="28"/>
          <w:szCs w:val="28"/>
        </w:rPr>
        <w:t xml:space="preserve">тел/факс(38152) 2-14-33 </w:t>
      </w:r>
    </w:p>
    <w:p w:rsidR="00912075" w:rsidRPr="00086BFB" w:rsidRDefault="00912075" w:rsidP="000406D3">
      <w:pPr>
        <w:pBdr>
          <w:top w:val="thinThickSmallGap" w:sz="24" w:space="1" w:color="auto"/>
        </w:pBdr>
        <w:ind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3D8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86BFB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383D8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86BFB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6" w:history="1">
        <w:r w:rsidRPr="000406D3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Nvar</w:t>
        </w:r>
        <w:r w:rsidRPr="00086BFB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-</w:t>
        </w:r>
        <w:r w:rsidRPr="000406D3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sovet</w:t>
        </w:r>
        <w:r w:rsidRPr="00086BFB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@</w:t>
        </w:r>
        <w:r w:rsidRPr="000406D3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rambler</w:t>
        </w:r>
        <w:r w:rsidRPr="00086BFB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.</w:t>
        </w:r>
        <w:r w:rsidRPr="000406D3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</w:p>
    <w:p w:rsidR="00912075" w:rsidRPr="00086BFB" w:rsidRDefault="00912075" w:rsidP="00383D85">
      <w:pPr>
        <w:pBdr>
          <w:top w:val="thinThickSmallGap" w:sz="24" w:space="1" w:color="auto"/>
        </w:pBdr>
        <w:rPr>
          <w:rFonts w:ascii="Times New Roman" w:hAnsi="Times New Roman" w:cs="Times New Roman"/>
          <w:sz w:val="28"/>
          <w:szCs w:val="28"/>
          <w:lang w:val="en-US"/>
        </w:rPr>
      </w:pPr>
    </w:p>
    <w:p w:rsidR="00912075" w:rsidRPr="00086BFB" w:rsidRDefault="00912075" w:rsidP="00383D85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</w:pPr>
    </w:p>
    <w:p w:rsidR="00912075" w:rsidRPr="00383D85" w:rsidRDefault="00912075" w:rsidP="00383D85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383D85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РЕШЕНИЕ </w:t>
      </w:r>
    </w:p>
    <w:p w:rsidR="00912075" w:rsidRPr="00383D85" w:rsidRDefault="00912075" w:rsidP="00383D85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12075" w:rsidRPr="00383D85" w:rsidRDefault="00912075" w:rsidP="00C00ABB">
      <w:pPr>
        <w:ind w:firstLine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3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 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Pr="00383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мая </w:t>
      </w:r>
      <w:r w:rsidRPr="00383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383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 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18</w:t>
      </w:r>
      <w:r w:rsidRPr="00383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</w:t>
      </w:r>
      <w:r w:rsidRPr="00383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р.п. Нововаршавка</w:t>
      </w:r>
    </w:p>
    <w:p w:rsidR="00912075" w:rsidRPr="00160909" w:rsidRDefault="00912075" w:rsidP="00160909">
      <w:pPr>
        <w:rPr>
          <w:rFonts w:ascii="Times New Roman" w:hAnsi="Times New Roman" w:cs="Times New Roman"/>
          <w:sz w:val="28"/>
          <w:szCs w:val="28"/>
        </w:rPr>
      </w:pPr>
    </w:p>
    <w:p w:rsidR="00912075" w:rsidRDefault="00912075" w:rsidP="006A23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2075" w:rsidRPr="00746198" w:rsidRDefault="00912075" w:rsidP="006A239D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</w:p>
    <w:p w:rsidR="00912075" w:rsidRPr="00746198" w:rsidRDefault="00912075" w:rsidP="006A239D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Нововаршавского муниципального</w:t>
      </w:r>
    </w:p>
    <w:p w:rsidR="00912075" w:rsidRPr="00746198" w:rsidRDefault="00912075" w:rsidP="006A239D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района за 2024 год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Положением  «О бюджетном процессе в Нововаршавском муниципальном районе Омской области» утвержденного решением Совета Нововаршавского муниципального района Омской области от 29 марта 2023 года № 242, заслушав отчет Администрации Нововаршавского муниципального района об исполнении  бюджета за 2024 год, Совет Нововаршавского района Омской области </w:t>
      </w:r>
      <w:r w:rsidRPr="00746198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Pr="00746198">
        <w:rPr>
          <w:rFonts w:ascii="Times New Roman" w:hAnsi="Times New Roman" w:cs="Times New Roman"/>
          <w:sz w:val="28"/>
          <w:szCs w:val="28"/>
        </w:rPr>
        <w:t>: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Статья 1. Утвердить отчет об исполнении бюджета Нововаршавского муниципального района по доходам в сумме 1 337 495 813,14 рублей, по расходам в сумме 1 332 680 986,55 рублей, профицит районного бюджета в сумме 4 814 826,59 рублей, со следующими показателями: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по исполнению доходов районного бюджета за 2024 год согласно приложению № 1 к настоящему решению;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по распределению бюджетных ассигнований районного бюджета по разделам и подразделам классификации расходов бюджетов за 2024 год согласно приложению № 2 к настоящему решению;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по ведомственной структуре расходов районного бюджета за 2024 год согласно приложению № 3 к настоящему решению;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по распределению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 за 2024 год согласно приложению № 4 к настоящему решению;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по случаям предоставления из районного бюджета субсидий юридическим лицам (за исключением субсидий государственным (муниципальным) учреждениям, а также субсидий, указанных в пунктах 6-8.1 статьи 78 Бюджетного кодекса Российской Федерации), индивидуальным предпринимателям, а также физическим лицам – производителям товаров, работ, услуг за 2024 год согласно приложению      № 5 к настоящему решению;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по случаям предоставления из районного бюджета субсидий иным некоммерческим организациям, не являющимся государственными (муниципальными) учреждениями за 2024 год согласно приложению № 6 к настоящему решению;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по Адресной инвестиционной программе Нововаршавского муниципального района за 2024 год согласно приложению № 7 к настоящему решению;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по распределению дотаций на выравнивание бюджетной обеспеченности  поселений из районного фонда финансовой поддержки поселений за 2024 год согласно приложению № 8 к настоящему решению;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по распределению иных межбюджетных трансфертов бюджетам поселений за 2024 год согласно приложению № 9 к настоящему решению;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по источникам финансирования дефицита районного бюджета за 2024 год согласно приложению № 10 к настоящему решению;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по программе муниципальных заимствований Нововаршавского муниципального района за 2024 год согласно приложению № 11 к настоящему решению;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по расходованию средств резервного фонда Нововаршавского муниципального района за 2024 год согласно приложению № 12 к настоящему решению;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по исполнению консолидированного бюджета Нововаршавского муниципального района за 2024 год согласно приложению № 13 к настоящему решению.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 xml:space="preserve">Статья 2. </w:t>
      </w:r>
      <w:r w:rsidRPr="00AF0039">
        <w:rPr>
          <w:rFonts w:ascii="Times New Roman" w:hAnsi="Times New Roman" w:cs="Times New Roman"/>
          <w:sz w:val="28"/>
          <w:szCs w:val="28"/>
        </w:rPr>
        <w:t>Опубликовать настоящее решение в печатном средстве массовой информации «Вестник Нововаршавского района» и разместить на официальном сайте муниципального округа Нововаршавский район Омской области в информационно-телекоммуникационной сети «Интернет».</w:t>
      </w:r>
    </w:p>
    <w:p w:rsidR="00912075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12075" w:rsidRDefault="00912075" w:rsidP="00086BFB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086BFB">
        <w:rPr>
          <w:rFonts w:ascii="Times New Roman" w:hAnsi="Times New Roman" w:cs="Times New Roman"/>
          <w:sz w:val="28"/>
          <w:szCs w:val="28"/>
          <w:lang w:eastAsia="en-US"/>
        </w:rPr>
        <w:t xml:space="preserve">Председатель Совета </w:t>
      </w:r>
    </w:p>
    <w:p w:rsidR="00912075" w:rsidRPr="00086BFB" w:rsidRDefault="00912075" w:rsidP="00086BFB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86BFB">
        <w:rPr>
          <w:rFonts w:ascii="Times New Roman" w:hAnsi="Times New Roman" w:cs="Times New Roman"/>
          <w:sz w:val="28"/>
          <w:szCs w:val="28"/>
          <w:lang w:eastAsia="en-US"/>
        </w:rPr>
        <w:t xml:space="preserve">Нововаршавского района Омской области          </w:t>
      </w:r>
      <w:r w:rsidRPr="00086BFB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</w:t>
      </w:r>
      <w:r w:rsidRPr="00086BFB">
        <w:rPr>
          <w:rFonts w:ascii="Times New Roman" w:hAnsi="Times New Roman" w:cs="Times New Roman"/>
          <w:sz w:val="28"/>
          <w:szCs w:val="28"/>
          <w:lang w:eastAsia="en-US"/>
        </w:rPr>
        <w:t xml:space="preserve">     </w:t>
      </w:r>
      <w:r w:rsidRPr="00086BFB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086BFB"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</w:t>
      </w:r>
      <w:r w:rsidRPr="00086BFB">
        <w:rPr>
          <w:rFonts w:ascii="Times New Roman" w:hAnsi="Times New Roman" w:cs="Times New Roman"/>
          <w:sz w:val="28"/>
          <w:szCs w:val="28"/>
          <w:lang w:eastAsia="en-US"/>
        </w:rPr>
        <w:t>В.В. Антипов</w:t>
      </w:r>
    </w:p>
    <w:p w:rsidR="00912075" w:rsidRPr="00746198" w:rsidRDefault="00912075" w:rsidP="0074619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12075" w:rsidRPr="00746198" w:rsidRDefault="00912075" w:rsidP="00746198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 xml:space="preserve">Глава Нововаршавского </w:t>
      </w:r>
    </w:p>
    <w:p w:rsidR="00912075" w:rsidRPr="00746198" w:rsidRDefault="00912075" w:rsidP="00746198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46198">
        <w:rPr>
          <w:rFonts w:ascii="Times New Roman" w:hAnsi="Times New Roman" w:cs="Times New Roman"/>
          <w:sz w:val="28"/>
          <w:szCs w:val="28"/>
        </w:rPr>
        <w:t>муниципального района Омской области                                                      В.А. Шефер</w:t>
      </w:r>
    </w:p>
    <w:sectPr w:rsidR="00912075" w:rsidRPr="00746198" w:rsidSect="000406D3">
      <w:pgSz w:w="11900" w:h="16800"/>
      <w:pgMar w:top="1134" w:right="567" w:bottom="1134" w:left="1134" w:header="720" w:footer="720" w:gutter="0"/>
      <w:cols w:space="720"/>
      <w:noEndnote/>
      <w:rtlGutter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2D02"/>
    <w:multiLevelType w:val="hybridMultilevel"/>
    <w:tmpl w:val="DB2CD7EA"/>
    <w:lvl w:ilvl="0" w:tplc="E124BE0A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26CE3"/>
    <w:multiLevelType w:val="hybridMultilevel"/>
    <w:tmpl w:val="035AF0EC"/>
    <w:lvl w:ilvl="0" w:tplc="422E693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28017791"/>
    <w:multiLevelType w:val="hybridMultilevel"/>
    <w:tmpl w:val="11569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3D4F27"/>
    <w:multiLevelType w:val="hybridMultilevel"/>
    <w:tmpl w:val="801A01E4"/>
    <w:lvl w:ilvl="0" w:tplc="422E693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29076E7"/>
    <w:multiLevelType w:val="hybridMultilevel"/>
    <w:tmpl w:val="A588DAA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D606A5E"/>
    <w:multiLevelType w:val="hybridMultilevel"/>
    <w:tmpl w:val="9C3C446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657A03"/>
    <w:multiLevelType w:val="hybridMultilevel"/>
    <w:tmpl w:val="66ECE410"/>
    <w:lvl w:ilvl="0" w:tplc="422E693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E94C94A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8FD52CA"/>
    <w:multiLevelType w:val="hybridMultilevel"/>
    <w:tmpl w:val="8D440D0C"/>
    <w:lvl w:ilvl="0" w:tplc="422E693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95C2144"/>
    <w:multiLevelType w:val="hybridMultilevel"/>
    <w:tmpl w:val="B6CC4BC4"/>
    <w:lvl w:ilvl="0" w:tplc="6EEA7E4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693897"/>
    <w:multiLevelType w:val="hybridMultilevel"/>
    <w:tmpl w:val="0262BD02"/>
    <w:lvl w:ilvl="0" w:tplc="DBCEEA3E">
      <w:start w:val="1"/>
      <w:numFmt w:val="decimal"/>
      <w:lvlText w:val="%1)"/>
      <w:lvlJc w:val="left"/>
      <w:pPr>
        <w:ind w:left="927" w:hanging="360"/>
      </w:pPr>
      <w:rPr>
        <w:color w:val="00000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369"/>
    <w:rsid w:val="00002FDA"/>
    <w:rsid w:val="00023465"/>
    <w:rsid w:val="000406D3"/>
    <w:rsid w:val="00054E37"/>
    <w:rsid w:val="00056577"/>
    <w:rsid w:val="00073EEF"/>
    <w:rsid w:val="00086BFB"/>
    <w:rsid w:val="000D2511"/>
    <w:rsid w:val="00113047"/>
    <w:rsid w:val="0014276E"/>
    <w:rsid w:val="001443C8"/>
    <w:rsid w:val="00144691"/>
    <w:rsid w:val="001523CA"/>
    <w:rsid w:val="00160909"/>
    <w:rsid w:val="00161726"/>
    <w:rsid w:val="001806CA"/>
    <w:rsid w:val="0019214B"/>
    <w:rsid w:val="001F2EE5"/>
    <w:rsid w:val="00214D48"/>
    <w:rsid w:val="00216986"/>
    <w:rsid w:val="00234C61"/>
    <w:rsid w:val="0026425C"/>
    <w:rsid w:val="00287526"/>
    <w:rsid w:val="00287F54"/>
    <w:rsid w:val="00290889"/>
    <w:rsid w:val="00295DB0"/>
    <w:rsid w:val="002A2952"/>
    <w:rsid w:val="002B1743"/>
    <w:rsid w:val="002E71E3"/>
    <w:rsid w:val="002F4BA8"/>
    <w:rsid w:val="002F5C70"/>
    <w:rsid w:val="00324C1F"/>
    <w:rsid w:val="0032776C"/>
    <w:rsid w:val="0035620E"/>
    <w:rsid w:val="00357653"/>
    <w:rsid w:val="00383D85"/>
    <w:rsid w:val="00385B4B"/>
    <w:rsid w:val="003C2DC7"/>
    <w:rsid w:val="003D37F8"/>
    <w:rsid w:val="003D49D4"/>
    <w:rsid w:val="003E2646"/>
    <w:rsid w:val="003E3AB3"/>
    <w:rsid w:val="003F4111"/>
    <w:rsid w:val="00412733"/>
    <w:rsid w:val="0042382A"/>
    <w:rsid w:val="00430276"/>
    <w:rsid w:val="00452F7A"/>
    <w:rsid w:val="00473E3A"/>
    <w:rsid w:val="004C71FE"/>
    <w:rsid w:val="004E03E3"/>
    <w:rsid w:val="004E528E"/>
    <w:rsid w:val="004F072B"/>
    <w:rsid w:val="00532A2B"/>
    <w:rsid w:val="00555730"/>
    <w:rsid w:val="00566BCF"/>
    <w:rsid w:val="00597C8D"/>
    <w:rsid w:val="005B3CA4"/>
    <w:rsid w:val="005D4CD7"/>
    <w:rsid w:val="005D6128"/>
    <w:rsid w:val="005E6356"/>
    <w:rsid w:val="005F139B"/>
    <w:rsid w:val="005F45AA"/>
    <w:rsid w:val="005F5184"/>
    <w:rsid w:val="005F7422"/>
    <w:rsid w:val="00620FE7"/>
    <w:rsid w:val="006245F9"/>
    <w:rsid w:val="00637369"/>
    <w:rsid w:val="00654DC6"/>
    <w:rsid w:val="006933D5"/>
    <w:rsid w:val="006A239D"/>
    <w:rsid w:val="006B5EE9"/>
    <w:rsid w:val="006C32E7"/>
    <w:rsid w:val="006D1719"/>
    <w:rsid w:val="006F3EB1"/>
    <w:rsid w:val="00704340"/>
    <w:rsid w:val="00746198"/>
    <w:rsid w:val="00776865"/>
    <w:rsid w:val="007D4D30"/>
    <w:rsid w:val="00827594"/>
    <w:rsid w:val="00840051"/>
    <w:rsid w:val="0084387B"/>
    <w:rsid w:val="0089309B"/>
    <w:rsid w:val="008A4F53"/>
    <w:rsid w:val="008B5549"/>
    <w:rsid w:val="008D7CAA"/>
    <w:rsid w:val="00912075"/>
    <w:rsid w:val="009163F0"/>
    <w:rsid w:val="0091793A"/>
    <w:rsid w:val="00924579"/>
    <w:rsid w:val="0097073A"/>
    <w:rsid w:val="009826E4"/>
    <w:rsid w:val="009B4FB8"/>
    <w:rsid w:val="009D60F7"/>
    <w:rsid w:val="009E4E59"/>
    <w:rsid w:val="009F5D72"/>
    <w:rsid w:val="00A011F6"/>
    <w:rsid w:val="00A279EE"/>
    <w:rsid w:val="00A46DF6"/>
    <w:rsid w:val="00A56FC5"/>
    <w:rsid w:val="00A63B81"/>
    <w:rsid w:val="00A715DD"/>
    <w:rsid w:val="00A768FE"/>
    <w:rsid w:val="00A94F47"/>
    <w:rsid w:val="00AC23DE"/>
    <w:rsid w:val="00AE7A9D"/>
    <w:rsid w:val="00AF0039"/>
    <w:rsid w:val="00B23255"/>
    <w:rsid w:val="00B304EA"/>
    <w:rsid w:val="00B32D9B"/>
    <w:rsid w:val="00B33568"/>
    <w:rsid w:val="00B96D56"/>
    <w:rsid w:val="00BA6A90"/>
    <w:rsid w:val="00BB4420"/>
    <w:rsid w:val="00BC0CDA"/>
    <w:rsid w:val="00BD2958"/>
    <w:rsid w:val="00BD2A7C"/>
    <w:rsid w:val="00C00ABB"/>
    <w:rsid w:val="00C133F1"/>
    <w:rsid w:val="00C25CA2"/>
    <w:rsid w:val="00C843DA"/>
    <w:rsid w:val="00CA16D5"/>
    <w:rsid w:val="00CA6751"/>
    <w:rsid w:val="00CC2785"/>
    <w:rsid w:val="00CD04A0"/>
    <w:rsid w:val="00CD09E9"/>
    <w:rsid w:val="00CD6260"/>
    <w:rsid w:val="00CE2FD9"/>
    <w:rsid w:val="00D04EC0"/>
    <w:rsid w:val="00D17B4D"/>
    <w:rsid w:val="00D60092"/>
    <w:rsid w:val="00D60517"/>
    <w:rsid w:val="00D73866"/>
    <w:rsid w:val="00DA4B02"/>
    <w:rsid w:val="00DB5513"/>
    <w:rsid w:val="00DE2FB7"/>
    <w:rsid w:val="00DE528E"/>
    <w:rsid w:val="00E130DF"/>
    <w:rsid w:val="00E724DA"/>
    <w:rsid w:val="00E76C3B"/>
    <w:rsid w:val="00EA31F7"/>
    <w:rsid w:val="00ED5BEB"/>
    <w:rsid w:val="00EE6FAB"/>
    <w:rsid w:val="00F10E31"/>
    <w:rsid w:val="00F20C8A"/>
    <w:rsid w:val="00F23972"/>
    <w:rsid w:val="00F24036"/>
    <w:rsid w:val="00F25D7C"/>
    <w:rsid w:val="00F30F89"/>
    <w:rsid w:val="00FB7F3E"/>
    <w:rsid w:val="00FC407E"/>
    <w:rsid w:val="00FD2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B4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5B4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385B4B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385B4B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385B4B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5B4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85B4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85B4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85B4B"/>
    <w:rPr>
      <w:rFonts w:cs="Times New Roman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385B4B"/>
    <w:rPr>
      <w:rFonts w:cs="Times New Roman"/>
      <w:b/>
      <w:bCs/>
      <w:color w:val="26282F"/>
    </w:rPr>
  </w:style>
  <w:style w:type="character" w:customStyle="1" w:styleId="a0">
    <w:name w:val="Гипертекстовая ссылка"/>
    <w:basedOn w:val="a"/>
    <w:uiPriority w:val="99"/>
    <w:rsid w:val="00385B4B"/>
    <w:rPr>
      <w:color w:val="auto"/>
    </w:rPr>
  </w:style>
  <w:style w:type="character" w:customStyle="1" w:styleId="a1">
    <w:name w:val="Активная гипертекстовая ссылка"/>
    <w:basedOn w:val="a0"/>
    <w:uiPriority w:val="99"/>
    <w:rsid w:val="00385B4B"/>
    <w:rPr>
      <w:u w:val="single"/>
    </w:rPr>
  </w:style>
  <w:style w:type="paragraph" w:customStyle="1" w:styleId="a2">
    <w:name w:val="Внимание"/>
    <w:basedOn w:val="Normal"/>
    <w:next w:val="Normal"/>
    <w:uiPriority w:val="99"/>
    <w:rsid w:val="00385B4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3">
    <w:name w:val="Внимание: криминал!!"/>
    <w:basedOn w:val="a2"/>
    <w:next w:val="Normal"/>
    <w:uiPriority w:val="99"/>
    <w:rsid w:val="00385B4B"/>
  </w:style>
  <w:style w:type="paragraph" w:customStyle="1" w:styleId="a4">
    <w:name w:val="Внимание: недобросовестность!"/>
    <w:basedOn w:val="a2"/>
    <w:next w:val="Normal"/>
    <w:uiPriority w:val="99"/>
    <w:rsid w:val="00385B4B"/>
  </w:style>
  <w:style w:type="character" w:customStyle="1" w:styleId="a5">
    <w:name w:val="Выделение для Базового Поиска"/>
    <w:basedOn w:val="a"/>
    <w:uiPriority w:val="99"/>
    <w:rsid w:val="00385B4B"/>
    <w:rPr>
      <w:color w:val="0058A9"/>
    </w:rPr>
  </w:style>
  <w:style w:type="character" w:customStyle="1" w:styleId="a6">
    <w:name w:val="Выделение для Базового Поиска (курсив)"/>
    <w:basedOn w:val="a5"/>
    <w:uiPriority w:val="99"/>
    <w:rsid w:val="00385B4B"/>
    <w:rPr>
      <w:i/>
      <w:iCs/>
    </w:rPr>
  </w:style>
  <w:style w:type="paragraph" w:customStyle="1" w:styleId="a7">
    <w:name w:val="Дочерний элемент списка"/>
    <w:basedOn w:val="Normal"/>
    <w:next w:val="Normal"/>
    <w:uiPriority w:val="99"/>
    <w:rsid w:val="00385B4B"/>
    <w:pPr>
      <w:ind w:firstLine="0"/>
    </w:pPr>
    <w:rPr>
      <w:color w:val="868381"/>
      <w:sz w:val="20"/>
      <w:szCs w:val="20"/>
    </w:rPr>
  </w:style>
  <w:style w:type="paragraph" w:customStyle="1" w:styleId="a8">
    <w:name w:val="Основное меню (преемственное)"/>
    <w:basedOn w:val="Normal"/>
    <w:next w:val="Normal"/>
    <w:uiPriority w:val="99"/>
    <w:rsid w:val="00385B4B"/>
    <w:rPr>
      <w:rFonts w:ascii="Verdana" w:hAnsi="Verdana" w:cs="Verdana"/>
      <w:sz w:val="22"/>
      <w:szCs w:val="22"/>
    </w:rPr>
  </w:style>
  <w:style w:type="paragraph" w:customStyle="1" w:styleId="a9">
    <w:name w:val="Заголовок"/>
    <w:basedOn w:val="a8"/>
    <w:next w:val="Normal"/>
    <w:uiPriority w:val="99"/>
    <w:rsid w:val="00385B4B"/>
    <w:rPr>
      <w:b/>
      <w:bCs/>
      <w:color w:val="0058A9"/>
      <w:shd w:val="clear" w:color="auto" w:fill="ECE9D8"/>
    </w:rPr>
  </w:style>
  <w:style w:type="paragraph" w:customStyle="1" w:styleId="aa">
    <w:name w:val="Заголовок группы контролов"/>
    <w:basedOn w:val="Normal"/>
    <w:next w:val="Normal"/>
    <w:uiPriority w:val="99"/>
    <w:rsid w:val="00385B4B"/>
    <w:rPr>
      <w:b/>
      <w:bCs/>
      <w:color w:val="000000"/>
    </w:rPr>
  </w:style>
  <w:style w:type="paragraph" w:customStyle="1" w:styleId="ab">
    <w:name w:val="Заголовок для информации об изменениях"/>
    <w:basedOn w:val="Heading1"/>
    <w:next w:val="Normal"/>
    <w:uiPriority w:val="99"/>
    <w:rsid w:val="00385B4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c">
    <w:name w:val="Заголовок распахивающейся части диалога"/>
    <w:basedOn w:val="Normal"/>
    <w:next w:val="Normal"/>
    <w:uiPriority w:val="99"/>
    <w:rsid w:val="00385B4B"/>
    <w:rPr>
      <w:i/>
      <w:iCs/>
      <w:color w:val="000080"/>
      <w:sz w:val="22"/>
      <w:szCs w:val="22"/>
    </w:rPr>
  </w:style>
  <w:style w:type="character" w:customStyle="1" w:styleId="ad">
    <w:name w:val="Заголовок своего сообщения"/>
    <w:basedOn w:val="a"/>
    <w:uiPriority w:val="99"/>
    <w:rsid w:val="00385B4B"/>
  </w:style>
  <w:style w:type="paragraph" w:customStyle="1" w:styleId="ae">
    <w:name w:val="Заголовок статьи"/>
    <w:basedOn w:val="Normal"/>
    <w:next w:val="Normal"/>
    <w:uiPriority w:val="99"/>
    <w:rsid w:val="00385B4B"/>
    <w:pPr>
      <w:ind w:left="1612" w:hanging="892"/>
    </w:pPr>
  </w:style>
  <w:style w:type="character" w:customStyle="1" w:styleId="af">
    <w:name w:val="Заголовок чужого сообщения"/>
    <w:basedOn w:val="a"/>
    <w:uiPriority w:val="99"/>
    <w:rsid w:val="00385B4B"/>
    <w:rPr>
      <w:color w:val="FF0000"/>
    </w:rPr>
  </w:style>
  <w:style w:type="paragraph" w:customStyle="1" w:styleId="af0">
    <w:name w:val="Заголовок ЭР (левое окно)"/>
    <w:basedOn w:val="Normal"/>
    <w:next w:val="Normal"/>
    <w:uiPriority w:val="99"/>
    <w:rsid w:val="00385B4B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1">
    <w:name w:val="Заголовок ЭР (правое окно)"/>
    <w:basedOn w:val="af0"/>
    <w:next w:val="Normal"/>
    <w:uiPriority w:val="99"/>
    <w:rsid w:val="00385B4B"/>
    <w:pPr>
      <w:spacing w:after="0"/>
      <w:jc w:val="left"/>
    </w:pPr>
  </w:style>
  <w:style w:type="paragraph" w:customStyle="1" w:styleId="af2">
    <w:name w:val="Интерактивный заголовок"/>
    <w:basedOn w:val="a9"/>
    <w:next w:val="Normal"/>
    <w:uiPriority w:val="99"/>
    <w:rsid w:val="00385B4B"/>
    <w:rPr>
      <w:u w:val="single"/>
    </w:rPr>
  </w:style>
  <w:style w:type="paragraph" w:customStyle="1" w:styleId="af3">
    <w:name w:val="Текст информации об изменениях"/>
    <w:basedOn w:val="Normal"/>
    <w:next w:val="Normal"/>
    <w:uiPriority w:val="99"/>
    <w:rsid w:val="00385B4B"/>
    <w:rPr>
      <w:color w:val="353842"/>
      <w:sz w:val="18"/>
      <w:szCs w:val="18"/>
    </w:rPr>
  </w:style>
  <w:style w:type="paragraph" w:customStyle="1" w:styleId="af4">
    <w:name w:val="Информация об изменениях"/>
    <w:basedOn w:val="af3"/>
    <w:next w:val="Normal"/>
    <w:uiPriority w:val="99"/>
    <w:rsid w:val="00385B4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5">
    <w:name w:val="Текст (справка)"/>
    <w:basedOn w:val="Normal"/>
    <w:next w:val="Normal"/>
    <w:uiPriority w:val="99"/>
    <w:rsid w:val="00385B4B"/>
    <w:pPr>
      <w:ind w:left="170" w:right="170" w:firstLine="0"/>
      <w:jc w:val="left"/>
    </w:pPr>
  </w:style>
  <w:style w:type="paragraph" w:customStyle="1" w:styleId="af6">
    <w:name w:val="Комментарий"/>
    <w:basedOn w:val="af5"/>
    <w:next w:val="Normal"/>
    <w:uiPriority w:val="99"/>
    <w:rsid w:val="00385B4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Normal"/>
    <w:uiPriority w:val="99"/>
    <w:rsid w:val="00385B4B"/>
    <w:rPr>
      <w:i/>
      <w:iCs/>
    </w:rPr>
  </w:style>
  <w:style w:type="paragraph" w:customStyle="1" w:styleId="af8">
    <w:name w:val="Текст (лев. подпись)"/>
    <w:basedOn w:val="Normal"/>
    <w:next w:val="Normal"/>
    <w:uiPriority w:val="99"/>
    <w:rsid w:val="00385B4B"/>
    <w:pPr>
      <w:ind w:firstLine="0"/>
      <w:jc w:val="left"/>
    </w:pPr>
  </w:style>
  <w:style w:type="paragraph" w:customStyle="1" w:styleId="af9">
    <w:name w:val="Колонтитул (левый)"/>
    <w:basedOn w:val="af8"/>
    <w:next w:val="Normal"/>
    <w:uiPriority w:val="99"/>
    <w:rsid w:val="00385B4B"/>
    <w:rPr>
      <w:sz w:val="14"/>
      <w:szCs w:val="14"/>
    </w:rPr>
  </w:style>
  <w:style w:type="paragraph" w:customStyle="1" w:styleId="afa">
    <w:name w:val="Текст (прав. подпись)"/>
    <w:basedOn w:val="Normal"/>
    <w:next w:val="Normal"/>
    <w:uiPriority w:val="99"/>
    <w:rsid w:val="00385B4B"/>
    <w:pPr>
      <w:ind w:firstLine="0"/>
      <w:jc w:val="right"/>
    </w:pPr>
  </w:style>
  <w:style w:type="paragraph" w:customStyle="1" w:styleId="afb">
    <w:name w:val="Колонтитул (правый)"/>
    <w:basedOn w:val="afa"/>
    <w:next w:val="Normal"/>
    <w:uiPriority w:val="99"/>
    <w:rsid w:val="00385B4B"/>
    <w:rPr>
      <w:sz w:val="14"/>
      <w:szCs w:val="14"/>
    </w:rPr>
  </w:style>
  <w:style w:type="paragraph" w:customStyle="1" w:styleId="afc">
    <w:name w:val="Комментарий пользователя"/>
    <w:basedOn w:val="af6"/>
    <w:next w:val="Normal"/>
    <w:uiPriority w:val="99"/>
    <w:rsid w:val="00385B4B"/>
    <w:pPr>
      <w:jc w:val="left"/>
    </w:pPr>
    <w:rPr>
      <w:shd w:val="clear" w:color="auto" w:fill="FFDFE0"/>
    </w:rPr>
  </w:style>
  <w:style w:type="paragraph" w:customStyle="1" w:styleId="afd">
    <w:name w:val="Куда обратиться?"/>
    <w:basedOn w:val="a2"/>
    <w:next w:val="Normal"/>
    <w:uiPriority w:val="99"/>
    <w:rsid w:val="00385B4B"/>
  </w:style>
  <w:style w:type="paragraph" w:customStyle="1" w:styleId="afe">
    <w:name w:val="Моноширинный"/>
    <w:basedOn w:val="Normal"/>
    <w:next w:val="Normal"/>
    <w:uiPriority w:val="99"/>
    <w:rsid w:val="00385B4B"/>
    <w:pPr>
      <w:ind w:firstLine="0"/>
      <w:jc w:val="left"/>
    </w:pPr>
    <w:rPr>
      <w:rFonts w:ascii="Courier New" w:hAnsi="Courier New" w:cs="Courier New"/>
    </w:rPr>
  </w:style>
  <w:style w:type="character" w:customStyle="1" w:styleId="aff">
    <w:name w:val="Найденные слова"/>
    <w:basedOn w:val="a"/>
    <w:uiPriority w:val="99"/>
    <w:rsid w:val="00385B4B"/>
    <w:rPr>
      <w:shd w:val="clear" w:color="auto" w:fill="auto"/>
    </w:rPr>
  </w:style>
  <w:style w:type="paragraph" w:customStyle="1" w:styleId="aff0">
    <w:name w:val="Напишите нам"/>
    <w:basedOn w:val="Normal"/>
    <w:next w:val="Normal"/>
    <w:uiPriority w:val="99"/>
    <w:rsid w:val="00385B4B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1">
    <w:name w:val="Не вступил в силу"/>
    <w:basedOn w:val="a"/>
    <w:uiPriority w:val="99"/>
    <w:rsid w:val="00385B4B"/>
    <w:rPr>
      <w:color w:val="000000"/>
      <w:shd w:val="clear" w:color="auto" w:fill="auto"/>
    </w:rPr>
  </w:style>
  <w:style w:type="paragraph" w:customStyle="1" w:styleId="aff2">
    <w:name w:val="Необходимые документы"/>
    <w:basedOn w:val="a2"/>
    <w:next w:val="Normal"/>
    <w:uiPriority w:val="99"/>
    <w:rsid w:val="00385B4B"/>
    <w:pPr>
      <w:ind w:firstLine="118"/>
    </w:pPr>
  </w:style>
  <w:style w:type="paragraph" w:customStyle="1" w:styleId="aff3">
    <w:name w:val="Нормальный (таблица)"/>
    <w:basedOn w:val="Normal"/>
    <w:next w:val="Normal"/>
    <w:uiPriority w:val="99"/>
    <w:rsid w:val="00385B4B"/>
    <w:pPr>
      <w:ind w:firstLine="0"/>
    </w:pPr>
  </w:style>
  <w:style w:type="paragraph" w:customStyle="1" w:styleId="aff4">
    <w:name w:val="Таблицы (моноширинный)"/>
    <w:basedOn w:val="Normal"/>
    <w:next w:val="Normal"/>
    <w:uiPriority w:val="99"/>
    <w:rsid w:val="00385B4B"/>
    <w:pPr>
      <w:ind w:firstLine="0"/>
      <w:jc w:val="left"/>
    </w:pPr>
    <w:rPr>
      <w:rFonts w:ascii="Courier New" w:hAnsi="Courier New" w:cs="Courier New"/>
    </w:rPr>
  </w:style>
  <w:style w:type="paragraph" w:customStyle="1" w:styleId="aff5">
    <w:name w:val="Оглавление"/>
    <w:basedOn w:val="aff4"/>
    <w:next w:val="Normal"/>
    <w:uiPriority w:val="99"/>
    <w:rsid w:val="00385B4B"/>
    <w:pPr>
      <w:ind w:left="140"/>
    </w:pPr>
  </w:style>
  <w:style w:type="character" w:customStyle="1" w:styleId="aff6">
    <w:name w:val="Опечатки"/>
    <w:uiPriority w:val="99"/>
    <w:rsid w:val="00385B4B"/>
    <w:rPr>
      <w:rFonts w:cs="Times New Roman"/>
      <w:color w:val="FF0000"/>
    </w:rPr>
  </w:style>
  <w:style w:type="paragraph" w:customStyle="1" w:styleId="aff7">
    <w:name w:val="Переменная часть"/>
    <w:basedOn w:val="a8"/>
    <w:next w:val="Normal"/>
    <w:uiPriority w:val="99"/>
    <w:rsid w:val="00385B4B"/>
    <w:rPr>
      <w:sz w:val="18"/>
      <w:szCs w:val="18"/>
    </w:rPr>
  </w:style>
  <w:style w:type="paragraph" w:customStyle="1" w:styleId="aff8">
    <w:name w:val="Подвал для информации об изменениях"/>
    <w:basedOn w:val="Heading1"/>
    <w:next w:val="Normal"/>
    <w:uiPriority w:val="99"/>
    <w:rsid w:val="00385B4B"/>
    <w:pPr>
      <w:outlineLvl w:val="9"/>
    </w:pPr>
    <w:rPr>
      <w:b w:val="0"/>
      <w:bCs w:val="0"/>
      <w:sz w:val="18"/>
      <w:szCs w:val="18"/>
    </w:rPr>
  </w:style>
  <w:style w:type="paragraph" w:customStyle="1" w:styleId="aff9">
    <w:name w:val="Подзаголовок для информации об изменениях"/>
    <w:basedOn w:val="af3"/>
    <w:next w:val="Normal"/>
    <w:uiPriority w:val="99"/>
    <w:rsid w:val="00385B4B"/>
    <w:rPr>
      <w:b/>
      <w:bCs/>
    </w:rPr>
  </w:style>
  <w:style w:type="paragraph" w:customStyle="1" w:styleId="affa">
    <w:name w:val="Подчёркнуный текст"/>
    <w:basedOn w:val="Normal"/>
    <w:next w:val="Normal"/>
    <w:uiPriority w:val="99"/>
    <w:rsid w:val="00385B4B"/>
    <w:pPr>
      <w:pBdr>
        <w:bottom w:val="single" w:sz="4" w:space="0" w:color="auto"/>
      </w:pBdr>
    </w:pPr>
  </w:style>
  <w:style w:type="paragraph" w:customStyle="1" w:styleId="affb">
    <w:name w:val="Постоянная часть"/>
    <w:basedOn w:val="a8"/>
    <w:next w:val="Normal"/>
    <w:uiPriority w:val="99"/>
    <w:rsid w:val="00385B4B"/>
    <w:rPr>
      <w:sz w:val="20"/>
      <w:szCs w:val="20"/>
    </w:rPr>
  </w:style>
  <w:style w:type="paragraph" w:customStyle="1" w:styleId="affc">
    <w:name w:val="Прижатый влево"/>
    <w:basedOn w:val="Normal"/>
    <w:next w:val="Normal"/>
    <w:uiPriority w:val="99"/>
    <w:rsid w:val="00385B4B"/>
    <w:pPr>
      <w:ind w:firstLine="0"/>
      <w:jc w:val="left"/>
    </w:pPr>
  </w:style>
  <w:style w:type="paragraph" w:customStyle="1" w:styleId="affd">
    <w:name w:val="Пример."/>
    <w:basedOn w:val="a2"/>
    <w:next w:val="Normal"/>
    <w:uiPriority w:val="99"/>
    <w:rsid w:val="00385B4B"/>
  </w:style>
  <w:style w:type="paragraph" w:customStyle="1" w:styleId="affe">
    <w:name w:val="Примечание."/>
    <w:basedOn w:val="a2"/>
    <w:next w:val="Normal"/>
    <w:uiPriority w:val="99"/>
    <w:rsid w:val="00385B4B"/>
  </w:style>
  <w:style w:type="character" w:customStyle="1" w:styleId="afff">
    <w:name w:val="Продолжение ссылки"/>
    <w:basedOn w:val="a0"/>
    <w:uiPriority w:val="99"/>
    <w:rsid w:val="00385B4B"/>
  </w:style>
  <w:style w:type="paragraph" w:customStyle="1" w:styleId="afff0">
    <w:name w:val="Словарная статья"/>
    <w:basedOn w:val="Normal"/>
    <w:next w:val="Normal"/>
    <w:uiPriority w:val="99"/>
    <w:rsid w:val="00385B4B"/>
    <w:pPr>
      <w:ind w:right="118" w:firstLine="0"/>
    </w:pPr>
  </w:style>
  <w:style w:type="character" w:customStyle="1" w:styleId="afff1">
    <w:name w:val="Сравнение редакций"/>
    <w:basedOn w:val="a"/>
    <w:uiPriority w:val="99"/>
    <w:rsid w:val="00385B4B"/>
  </w:style>
  <w:style w:type="character" w:customStyle="1" w:styleId="afff2">
    <w:name w:val="Сравнение редакций. Добавленный фрагмент"/>
    <w:uiPriority w:val="99"/>
    <w:rsid w:val="00385B4B"/>
    <w:rPr>
      <w:rFonts w:cs="Times New Roman"/>
      <w:color w:val="000000"/>
      <w:shd w:val="clear" w:color="auto" w:fill="auto"/>
    </w:rPr>
  </w:style>
  <w:style w:type="character" w:customStyle="1" w:styleId="afff3">
    <w:name w:val="Сравнение редакций. Удаленный фрагмент"/>
    <w:uiPriority w:val="99"/>
    <w:rsid w:val="00385B4B"/>
    <w:rPr>
      <w:rFonts w:cs="Times New Roman"/>
      <w:color w:val="000000"/>
      <w:shd w:val="clear" w:color="auto" w:fill="auto"/>
    </w:rPr>
  </w:style>
  <w:style w:type="paragraph" w:customStyle="1" w:styleId="afff4">
    <w:name w:val="Ссылка на официальную публикацию"/>
    <w:basedOn w:val="Normal"/>
    <w:next w:val="Normal"/>
    <w:uiPriority w:val="99"/>
    <w:rsid w:val="00385B4B"/>
  </w:style>
  <w:style w:type="character" w:customStyle="1" w:styleId="afff5">
    <w:name w:val="Ссылка на утративший силу документ"/>
    <w:basedOn w:val="a0"/>
    <w:uiPriority w:val="99"/>
    <w:rsid w:val="00385B4B"/>
  </w:style>
  <w:style w:type="paragraph" w:customStyle="1" w:styleId="afff6">
    <w:name w:val="Текст в таблице"/>
    <w:basedOn w:val="aff3"/>
    <w:next w:val="Normal"/>
    <w:uiPriority w:val="99"/>
    <w:rsid w:val="00385B4B"/>
    <w:pPr>
      <w:ind w:firstLine="500"/>
    </w:pPr>
  </w:style>
  <w:style w:type="paragraph" w:customStyle="1" w:styleId="afff7">
    <w:name w:val="Текст ЭР (см. также)"/>
    <w:basedOn w:val="Normal"/>
    <w:next w:val="Normal"/>
    <w:uiPriority w:val="99"/>
    <w:rsid w:val="00385B4B"/>
    <w:pPr>
      <w:spacing w:before="200"/>
      <w:ind w:firstLine="0"/>
      <w:jc w:val="left"/>
    </w:pPr>
    <w:rPr>
      <w:sz w:val="20"/>
      <w:szCs w:val="20"/>
    </w:rPr>
  </w:style>
  <w:style w:type="paragraph" w:customStyle="1" w:styleId="afff8">
    <w:name w:val="Технический комментарий"/>
    <w:basedOn w:val="Normal"/>
    <w:next w:val="Normal"/>
    <w:uiPriority w:val="99"/>
    <w:rsid w:val="00385B4B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9">
    <w:name w:val="Утратил силу"/>
    <w:basedOn w:val="a"/>
    <w:uiPriority w:val="99"/>
    <w:rsid w:val="00385B4B"/>
    <w:rPr>
      <w:strike/>
      <w:color w:val="auto"/>
    </w:rPr>
  </w:style>
  <w:style w:type="paragraph" w:customStyle="1" w:styleId="afffa">
    <w:name w:val="Формула"/>
    <w:basedOn w:val="Normal"/>
    <w:next w:val="Normal"/>
    <w:uiPriority w:val="99"/>
    <w:rsid w:val="00385B4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b">
    <w:name w:val="Центрированный (таблица)"/>
    <w:basedOn w:val="aff3"/>
    <w:next w:val="Normal"/>
    <w:uiPriority w:val="99"/>
    <w:rsid w:val="00385B4B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385B4B"/>
    <w:pPr>
      <w:spacing w:before="300"/>
      <w:ind w:firstLine="0"/>
      <w:jc w:val="left"/>
    </w:pPr>
  </w:style>
  <w:style w:type="paragraph" w:styleId="NormalWeb">
    <w:name w:val="Normal (Web)"/>
    <w:basedOn w:val="Normal"/>
    <w:uiPriority w:val="99"/>
    <w:rsid w:val="00F2403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</w:style>
  <w:style w:type="paragraph" w:styleId="ListParagraph">
    <w:name w:val="List Paragraph"/>
    <w:basedOn w:val="Normal"/>
    <w:uiPriority w:val="99"/>
    <w:qFormat/>
    <w:rsid w:val="00F24036"/>
    <w:pPr>
      <w:widowControl/>
      <w:autoSpaceDE/>
      <w:autoSpaceDN/>
      <w:adjustRightInd/>
      <w:ind w:left="720" w:firstLine="0"/>
      <w:jc w:val="left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D60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05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97073A"/>
    <w:rPr>
      <w:rFonts w:cs="Times New Roman"/>
      <w:color w:val="0000FF"/>
      <w:u w:val="single"/>
    </w:rPr>
  </w:style>
  <w:style w:type="paragraph" w:customStyle="1" w:styleId="afffc">
    <w:name w:val="Знак Знак Знак Знак"/>
    <w:basedOn w:val="Normal"/>
    <w:uiPriority w:val="99"/>
    <w:rsid w:val="00383D85"/>
    <w:pPr>
      <w:autoSpaceDE/>
      <w:autoSpaceDN/>
      <w:spacing w:after="160" w:line="240" w:lineRule="exact"/>
      <w:ind w:firstLine="0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42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var-sovet@ramble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182</TotalTime>
  <Pages>2</Pages>
  <Words>567</Words>
  <Characters>3233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admin</cp:lastModifiedBy>
  <cp:revision>20</cp:revision>
  <cp:lastPrinted>2025-05-15T01:50:00Z</cp:lastPrinted>
  <dcterms:created xsi:type="dcterms:W3CDTF">2020-09-15T12:05:00Z</dcterms:created>
  <dcterms:modified xsi:type="dcterms:W3CDTF">2025-05-27T08:52:00Z</dcterms:modified>
</cp:coreProperties>
</file>